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DC6" w:rsidRPr="0011756A" w:rsidRDefault="00934DC6" w:rsidP="0011756A">
      <w:pPr>
        <w:pStyle w:val="MDPI11articletype"/>
      </w:pPr>
      <w:r w:rsidRPr="0011756A">
        <w:t>Article</w:t>
      </w:r>
    </w:p>
    <w:p w:rsidR="0011756A" w:rsidRPr="0011756A" w:rsidRDefault="0011756A" w:rsidP="0011756A">
      <w:pPr>
        <w:pStyle w:val="MDPI12title"/>
      </w:pPr>
      <w:r w:rsidRPr="0011756A">
        <w:t xml:space="preserve">Virtual Reality Nature Exposure and Test Anxiety </w:t>
      </w:r>
    </w:p>
    <w:p w:rsidR="0011756A" w:rsidRPr="0011756A" w:rsidRDefault="0011756A" w:rsidP="0011756A">
      <w:pPr>
        <w:pStyle w:val="MDPI13authornames"/>
      </w:pPr>
      <w:r w:rsidRPr="0011756A">
        <w:t xml:space="preserve">Alison O’Meara *, </w:t>
      </w:r>
      <w:proofErr w:type="spellStart"/>
      <w:r w:rsidRPr="0011756A">
        <w:t>Marica</w:t>
      </w:r>
      <w:proofErr w:type="spellEnd"/>
      <w:r w:rsidRPr="0011756A">
        <w:t xml:space="preserve"> </w:t>
      </w:r>
      <w:proofErr w:type="spellStart"/>
      <w:r w:rsidRPr="0011756A">
        <w:t>Cassarino</w:t>
      </w:r>
      <w:proofErr w:type="spellEnd"/>
      <w:r w:rsidRPr="0011756A">
        <w:t xml:space="preserve">, Aaron Bolger and Annalisa </w:t>
      </w:r>
      <w:proofErr w:type="spellStart"/>
      <w:r w:rsidRPr="0011756A">
        <w:t>Setti</w:t>
      </w:r>
      <w:proofErr w:type="spellEnd"/>
      <w:r w:rsidRPr="0011756A">
        <w:t xml:space="preserve"> </w:t>
      </w:r>
    </w:p>
    <w:p w:rsidR="00B71854" w:rsidRDefault="00B71854" w:rsidP="00B71854">
      <w:pPr>
        <w:pStyle w:val="MDPI21heading1"/>
        <w:rPr>
          <w:iCs/>
          <w:lang w:val="en-GB"/>
        </w:rPr>
      </w:pPr>
      <w:r w:rsidRPr="00656F2B">
        <w:rPr>
          <w:lang w:val="en-GB"/>
        </w:rPr>
        <w:t xml:space="preserve">Supplementary File </w:t>
      </w:r>
      <w:r>
        <w:rPr>
          <w:lang w:val="en-GB"/>
        </w:rPr>
        <w:t xml:space="preserve">4: </w:t>
      </w:r>
      <w:r w:rsidRPr="00656F2B">
        <w:rPr>
          <w:iCs/>
          <w:lang w:val="en-GB"/>
        </w:rPr>
        <w:t xml:space="preserve">Participant Demographics </w:t>
      </w:r>
    </w:p>
    <w:p w:rsidR="00B71854" w:rsidRPr="00B71854" w:rsidRDefault="00B71854" w:rsidP="00B71854">
      <w:pPr>
        <w:pStyle w:val="MDPI41tablecaption"/>
        <w:jc w:val="center"/>
        <w:rPr>
          <w:snapToGrid w:val="0"/>
        </w:rPr>
      </w:pPr>
      <w:r w:rsidRPr="00B71854">
        <w:rPr>
          <w:b/>
          <w:snapToGrid w:val="0"/>
        </w:rPr>
        <w:t xml:space="preserve">Table </w:t>
      </w:r>
      <w:r>
        <w:rPr>
          <w:b/>
          <w:snapToGrid w:val="0"/>
        </w:rPr>
        <w:t>S</w:t>
      </w:r>
      <w:r w:rsidRPr="00B71854">
        <w:rPr>
          <w:b/>
          <w:snapToGrid w:val="0"/>
        </w:rPr>
        <w:t xml:space="preserve">1. </w:t>
      </w:r>
      <w:r w:rsidRPr="00656F2B">
        <w:rPr>
          <w:snapToGrid w:val="0"/>
        </w:rPr>
        <w:t>Means and Standard Deviations for Participant Demographics</w:t>
      </w:r>
      <w:r>
        <w:rPr>
          <w:snapToGrid w:val="0"/>
        </w:rPr>
        <w:t>.</w:t>
      </w:r>
    </w:p>
    <w:tbl>
      <w:tblPr>
        <w:tblStyle w:val="TableGrid"/>
        <w:tblW w:w="61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27"/>
        <w:gridCol w:w="860"/>
        <w:gridCol w:w="860"/>
        <w:gridCol w:w="996"/>
        <w:gridCol w:w="996"/>
      </w:tblGrid>
      <w:tr w:rsidR="00B71854" w:rsidRPr="00B71854" w:rsidTr="00B71854">
        <w:trPr>
          <w:trHeight w:val="361"/>
          <w:jc w:val="center"/>
        </w:trPr>
        <w:tc>
          <w:tcPr>
            <w:tcW w:w="0" w:type="auto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B71854" w:rsidRPr="00B71854" w:rsidRDefault="00B71854" w:rsidP="00B7185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B71854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Variable</w:t>
            </w:r>
          </w:p>
        </w:tc>
        <w:tc>
          <w:tcPr>
            <w:tcW w:w="1760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B71854" w:rsidRPr="00B71854" w:rsidRDefault="00B71854" w:rsidP="00B7185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B71854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High Anxiety</w:t>
            </w:r>
          </w:p>
        </w:tc>
        <w:tc>
          <w:tcPr>
            <w:tcW w:w="2061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B71854" w:rsidRPr="00B71854" w:rsidRDefault="00B71854" w:rsidP="00B7185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B71854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Low Anxiety</w:t>
            </w:r>
          </w:p>
        </w:tc>
      </w:tr>
      <w:tr w:rsidR="00B71854" w:rsidRPr="00B71854" w:rsidTr="00B71854">
        <w:trPr>
          <w:trHeight w:val="361"/>
          <w:jc w:val="center"/>
        </w:trPr>
        <w:tc>
          <w:tcPr>
            <w:tcW w:w="0" w:type="auto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1854" w:rsidRPr="00B71854" w:rsidRDefault="00B71854" w:rsidP="00B7185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bCs/>
                <w:snapToGrid w:val="0"/>
                <w:sz w:val="20"/>
                <w:lang w:bidi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1854" w:rsidRPr="00B71854" w:rsidRDefault="00B71854" w:rsidP="00B7185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B71854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M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1854" w:rsidRPr="00B71854" w:rsidRDefault="00B71854" w:rsidP="00B7185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B71854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SD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71854" w:rsidRPr="00B71854" w:rsidRDefault="00B71854" w:rsidP="00B7185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B71854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M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71854" w:rsidRPr="00B71854" w:rsidRDefault="00B71854" w:rsidP="00B7185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B71854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SD</w:t>
            </w:r>
          </w:p>
        </w:tc>
      </w:tr>
      <w:tr w:rsidR="00B71854" w:rsidRPr="00B71854" w:rsidTr="00B71854">
        <w:trPr>
          <w:trHeight w:val="349"/>
          <w:jc w:val="center"/>
        </w:trPr>
        <w:tc>
          <w:tcPr>
            <w:tcW w:w="0" w:type="auto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B71854" w:rsidRPr="00B71854" w:rsidRDefault="00B71854" w:rsidP="00B7185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</w:pPr>
            <w:r w:rsidRPr="00B71854"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  <w:t>Age</w:t>
            </w:r>
          </w:p>
        </w:tc>
        <w:tc>
          <w:tcPr>
            <w:tcW w:w="0" w:type="auto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B71854" w:rsidRPr="00B71854" w:rsidRDefault="00B71854" w:rsidP="00B7185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</w:pPr>
            <w:r w:rsidRPr="00B71854"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  <w:t>20.50</w:t>
            </w:r>
          </w:p>
        </w:tc>
        <w:tc>
          <w:tcPr>
            <w:tcW w:w="0" w:type="auto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B71854" w:rsidRPr="00B71854" w:rsidRDefault="00B71854" w:rsidP="00B7185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</w:pPr>
            <w:r w:rsidRPr="00B71854"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  <w:t>1.36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B71854" w:rsidRPr="00B71854" w:rsidRDefault="00B71854" w:rsidP="00B7185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</w:pPr>
            <w:r w:rsidRPr="00B71854"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  <w:t>20.30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B71854" w:rsidRPr="00B71854" w:rsidRDefault="00B71854" w:rsidP="00B7185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</w:pPr>
            <w:r w:rsidRPr="00B71854"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  <w:t>0.92</w:t>
            </w:r>
          </w:p>
        </w:tc>
      </w:tr>
      <w:tr w:rsidR="00B71854" w:rsidRPr="00B71854" w:rsidTr="00B71854">
        <w:trPr>
          <w:trHeight w:val="361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B71854" w:rsidRPr="00B71854" w:rsidRDefault="00B71854" w:rsidP="00B7185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</w:pPr>
            <w:r w:rsidRPr="00B71854"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  <w:t>Years in Higher Education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71854" w:rsidRPr="00B71854" w:rsidRDefault="00B71854" w:rsidP="00B7185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</w:pPr>
            <w:r w:rsidRPr="00B71854"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  <w:t>2.55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71854" w:rsidRPr="00B71854" w:rsidRDefault="00B71854" w:rsidP="00B7185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</w:pPr>
            <w:r w:rsidRPr="00B71854"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  <w:t>0.89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71854" w:rsidRPr="00B71854" w:rsidRDefault="00B71854" w:rsidP="00B7185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</w:pPr>
            <w:r w:rsidRPr="00B71854"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  <w:t>2.75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71854" w:rsidRPr="00B71854" w:rsidRDefault="00B71854" w:rsidP="00B7185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</w:pPr>
            <w:r w:rsidRPr="00B71854"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  <w:t>0.71</w:t>
            </w:r>
          </w:p>
        </w:tc>
      </w:tr>
      <w:tr w:rsidR="00B71854" w:rsidRPr="00B71854" w:rsidTr="00B71854">
        <w:trPr>
          <w:trHeight w:val="361"/>
          <w:jc w:val="center"/>
        </w:trPr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1854" w:rsidRPr="00B71854" w:rsidRDefault="00B71854" w:rsidP="00B7185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</w:pPr>
            <w:r w:rsidRPr="00B71854"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  <w:t>NCI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1854" w:rsidRPr="00B71854" w:rsidRDefault="00B71854" w:rsidP="00B7185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</w:pPr>
            <w:r w:rsidRPr="00B71854"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  <w:t>59.15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1854" w:rsidRPr="00B71854" w:rsidRDefault="00B71854" w:rsidP="00B7185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</w:pPr>
            <w:r w:rsidRPr="00B71854"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  <w:t>22.12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1854" w:rsidRPr="00B71854" w:rsidRDefault="00B71854" w:rsidP="00B7185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</w:pPr>
            <w:r w:rsidRPr="00B71854"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  <w:t>47.75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1854" w:rsidRPr="00B71854" w:rsidRDefault="00B71854" w:rsidP="00B7185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</w:pPr>
            <w:r w:rsidRPr="00B71854"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  <w:t>24.33</w:t>
            </w:r>
          </w:p>
        </w:tc>
      </w:tr>
    </w:tbl>
    <w:p w:rsidR="00B71854" w:rsidRPr="00656F2B" w:rsidRDefault="00B71854" w:rsidP="00B71854">
      <w:pPr>
        <w:pStyle w:val="MDPI43tablefooter"/>
        <w:ind w:left="425" w:right="425"/>
        <w:rPr>
          <w:snapToGrid w:val="0"/>
        </w:rPr>
      </w:pPr>
      <w:r w:rsidRPr="00656F2B">
        <w:rPr>
          <w:snapToGrid w:val="0"/>
          <w:vertAlign w:val="superscript"/>
        </w:rPr>
        <w:t>1</w:t>
      </w:r>
      <w:r w:rsidRPr="00656F2B">
        <w:rPr>
          <w:snapToGrid w:val="0"/>
        </w:rPr>
        <w:t xml:space="preserve"> </w:t>
      </w:r>
      <w:r w:rsidRPr="00656F2B">
        <w:rPr>
          <w:i/>
          <w:iCs/>
          <w:snapToGrid w:val="0"/>
        </w:rPr>
        <w:t>Note: ‘</w:t>
      </w:r>
      <w:r w:rsidRPr="00656F2B">
        <w:rPr>
          <w:snapToGrid w:val="0"/>
        </w:rPr>
        <w:t>Years of Ed’ is representative of how many years participants have attended third-level education. ‘NCI’ denotes Nature Connection Index.</w:t>
      </w:r>
    </w:p>
    <w:p w:rsidR="00B71854" w:rsidRPr="00B71854" w:rsidRDefault="00B71854" w:rsidP="00B71854">
      <w:pPr>
        <w:pStyle w:val="MDPI41tablecaption"/>
        <w:jc w:val="center"/>
        <w:rPr>
          <w:snapToGrid w:val="0"/>
        </w:rPr>
      </w:pPr>
      <w:r w:rsidRPr="00B71854">
        <w:rPr>
          <w:b/>
          <w:bCs/>
          <w:snapToGrid w:val="0"/>
        </w:rPr>
        <w:t xml:space="preserve">Table </w:t>
      </w:r>
      <w:r>
        <w:rPr>
          <w:b/>
          <w:bCs/>
          <w:snapToGrid w:val="0"/>
        </w:rPr>
        <w:t>S</w:t>
      </w:r>
      <w:r w:rsidRPr="00B71854">
        <w:rPr>
          <w:b/>
          <w:bCs/>
          <w:snapToGrid w:val="0"/>
        </w:rPr>
        <w:t xml:space="preserve">2. </w:t>
      </w:r>
      <w:r w:rsidRPr="00656F2B">
        <w:rPr>
          <w:snapToGrid w:val="0"/>
        </w:rPr>
        <w:t>Percentages for Participant Demographics</w:t>
      </w:r>
      <w:r>
        <w:rPr>
          <w:snapToGrid w:val="0"/>
        </w:rPr>
        <w:t>.</w:t>
      </w:r>
    </w:p>
    <w:tbl>
      <w:tblPr>
        <w:tblStyle w:val="TableGrid"/>
        <w:tblW w:w="633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7"/>
        <w:gridCol w:w="1106"/>
        <w:gridCol w:w="1014"/>
        <w:gridCol w:w="1452"/>
        <w:gridCol w:w="1328"/>
      </w:tblGrid>
      <w:tr w:rsidR="00B71854" w:rsidRPr="00B71854" w:rsidTr="00B71854">
        <w:trPr>
          <w:trHeight w:val="422"/>
          <w:jc w:val="center"/>
        </w:trPr>
        <w:tc>
          <w:tcPr>
            <w:tcW w:w="0" w:type="auto"/>
            <w:tcBorders>
              <w:top w:val="single" w:sz="8" w:space="0" w:color="auto"/>
              <w:bottom w:val="single" w:sz="8" w:space="0" w:color="000000" w:themeColor="text1"/>
            </w:tcBorders>
            <w:shd w:val="clear" w:color="auto" w:fill="auto"/>
            <w:vAlign w:val="center"/>
          </w:tcPr>
          <w:p w:rsidR="00B71854" w:rsidRPr="00B71854" w:rsidRDefault="00B71854" w:rsidP="00B7185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B71854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Variable</w:t>
            </w:r>
          </w:p>
        </w:tc>
        <w:tc>
          <w:tcPr>
            <w:tcW w:w="2102" w:type="dxa"/>
            <w:gridSpan w:val="2"/>
            <w:tcBorders>
              <w:top w:val="single" w:sz="8" w:space="0" w:color="auto"/>
              <w:bottom w:val="single" w:sz="8" w:space="0" w:color="000000" w:themeColor="text1"/>
            </w:tcBorders>
            <w:shd w:val="clear" w:color="auto" w:fill="auto"/>
            <w:vAlign w:val="center"/>
          </w:tcPr>
          <w:p w:rsidR="00B71854" w:rsidRPr="00B71854" w:rsidRDefault="00B71854" w:rsidP="00B7185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B71854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VR Prior</w:t>
            </w:r>
          </w:p>
        </w:tc>
        <w:tc>
          <w:tcPr>
            <w:tcW w:w="2757" w:type="dxa"/>
            <w:gridSpan w:val="2"/>
            <w:tcBorders>
              <w:top w:val="single" w:sz="8" w:space="0" w:color="auto"/>
              <w:bottom w:val="single" w:sz="8" w:space="0" w:color="000000" w:themeColor="text1"/>
            </w:tcBorders>
            <w:shd w:val="clear" w:color="auto" w:fill="auto"/>
            <w:vAlign w:val="center"/>
          </w:tcPr>
          <w:p w:rsidR="00B71854" w:rsidRPr="00B71854" w:rsidRDefault="00B71854" w:rsidP="00B7185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B71854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Living</w:t>
            </w:r>
          </w:p>
        </w:tc>
      </w:tr>
      <w:tr w:rsidR="00B71854" w:rsidRPr="00B71854" w:rsidTr="00B71854">
        <w:trPr>
          <w:trHeight w:val="422"/>
          <w:jc w:val="center"/>
        </w:trPr>
        <w:tc>
          <w:tcPr>
            <w:tcW w:w="0" w:type="auto"/>
            <w:tcBorders>
              <w:top w:val="single" w:sz="8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B71854" w:rsidRPr="00B71854" w:rsidRDefault="00B71854" w:rsidP="00B7185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bCs/>
                <w:snapToGrid w:val="0"/>
                <w:sz w:val="20"/>
                <w:lang w:bidi="en-US"/>
              </w:rPr>
            </w:pPr>
          </w:p>
        </w:tc>
        <w:tc>
          <w:tcPr>
            <w:tcW w:w="0" w:type="auto"/>
            <w:tcBorders>
              <w:top w:val="single" w:sz="8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B71854" w:rsidRPr="00B71854" w:rsidRDefault="00B71854" w:rsidP="00B7185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B71854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Yes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B71854" w:rsidRPr="00B71854" w:rsidRDefault="00B71854" w:rsidP="00B7185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B71854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No</w:t>
            </w:r>
          </w:p>
        </w:tc>
        <w:tc>
          <w:tcPr>
            <w:tcW w:w="0" w:type="auto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  <w:vAlign w:val="center"/>
          </w:tcPr>
          <w:p w:rsidR="00B71854" w:rsidRPr="00B71854" w:rsidRDefault="00B71854" w:rsidP="00B7185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B71854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Urban</w:t>
            </w:r>
          </w:p>
        </w:tc>
        <w:tc>
          <w:tcPr>
            <w:tcW w:w="0" w:type="auto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  <w:vAlign w:val="center"/>
          </w:tcPr>
          <w:p w:rsidR="00B71854" w:rsidRPr="00B71854" w:rsidRDefault="00B71854" w:rsidP="00B7185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B71854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Rural</w:t>
            </w:r>
          </w:p>
        </w:tc>
      </w:tr>
      <w:tr w:rsidR="00B71854" w:rsidRPr="00B71854" w:rsidTr="00B71854">
        <w:trPr>
          <w:trHeight w:val="408"/>
          <w:jc w:val="center"/>
        </w:trPr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:rsidR="00B71854" w:rsidRPr="00B71854" w:rsidRDefault="00B71854" w:rsidP="00B7185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</w:pPr>
            <w:r w:rsidRPr="00B71854"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  <w:t>High Anxiety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:rsidR="00B71854" w:rsidRPr="00B71854" w:rsidRDefault="00B71854" w:rsidP="00B7185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</w:pPr>
            <w:r w:rsidRPr="00B71854"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:rsidR="00B71854" w:rsidRPr="00B71854" w:rsidRDefault="00B71854" w:rsidP="00B7185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</w:pPr>
            <w:r w:rsidRPr="00B71854"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  <w:t>55</w:t>
            </w:r>
          </w:p>
        </w:tc>
        <w:tc>
          <w:tcPr>
            <w:tcW w:w="0" w:type="auto"/>
            <w:tcBorders>
              <w:top w:val="single" w:sz="8" w:space="0" w:color="000000" w:themeColor="text1"/>
            </w:tcBorders>
            <w:shd w:val="clear" w:color="auto" w:fill="auto"/>
            <w:vAlign w:val="center"/>
          </w:tcPr>
          <w:p w:rsidR="00B71854" w:rsidRPr="00B71854" w:rsidRDefault="00B71854" w:rsidP="00B7185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</w:pPr>
            <w:r w:rsidRPr="00B71854"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  <w:t>70</w:t>
            </w:r>
          </w:p>
        </w:tc>
        <w:tc>
          <w:tcPr>
            <w:tcW w:w="0" w:type="auto"/>
            <w:tcBorders>
              <w:top w:val="single" w:sz="8" w:space="0" w:color="000000" w:themeColor="text1"/>
            </w:tcBorders>
            <w:shd w:val="clear" w:color="auto" w:fill="auto"/>
            <w:vAlign w:val="center"/>
          </w:tcPr>
          <w:p w:rsidR="00B71854" w:rsidRPr="00B71854" w:rsidRDefault="00B71854" w:rsidP="00B7185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</w:pPr>
            <w:r w:rsidRPr="00B71854"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  <w:t>30</w:t>
            </w:r>
          </w:p>
        </w:tc>
      </w:tr>
      <w:tr w:rsidR="00B71854" w:rsidRPr="00B71854" w:rsidTr="00B71854">
        <w:trPr>
          <w:trHeight w:val="422"/>
          <w:jc w:val="center"/>
        </w:trPr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1854" w:rsidRPr="00B71854" w:rsidRDefault="00B71854" w:rsidP="00B7185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</w:pPr>
            <w:r w:rsidRPr="00B71854"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  <w:t>Low Anxiety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1854" w:rsidRPr="00B71854" w:rsidRDefault="00B71854" w:rsidP="00B7185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</w:pPr>
            <w:r w:rsidRPr="00B71854"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  <w:t>50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1854" w:rsidRPr="00B71854" w:rsidRDefault="00B71854" w:rsidP="00B7185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</w:pPr>
            <w:r w:rsidRPr="00B71854"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  <w:t>50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1854" w:rsidRPr="00B71854" w:rsidRDefault="00B71854" w:rsidP="00B7185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</w:pPr>
            <w:r w:rsidRPr="00B71854"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  <w:t>40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1854" w:rsidRPr="00B71854" w:rsidRDefault="00B71854" w:rsidP="00B7185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</w:pPr>
            <w:r w:rsidRPr="00B71854">
              <w:rPr>
                <w:rFonts w:ascii="Palatino Linotype" w:hAnsi="Palatino Linotype"/>
                <w:bCs/>
                <w:snapToGrid w:val="0"/>
                <w:sz w:val="20"/>
                <w:lang w:bidi="en-US"/>
              </w:rPr>
              <w:t>60</w:t>
            </w:r>
          </w:p>
        </w:tc>
      </w:tr>
    </w:tbl>
    <w:p w:rsidR="00B71854" w:rsidRDefault="00B71854" w:rsidP="00B71854">
      <w:pPr>
        <w:pStyle w:val="MDPI43tablefooter"/>
        <w:ind w:left="425" w:right="425"/>
        <w:rPr>
          <w:snapToGrid w:val="0"/>
        </w:rPr>
      </w:pPr>
      <w:r w:rsidRPr="00656F2B">
        <w:rPr>
          <w:snapToGrid w:val="0"/>
          <w:vertAlign w:val="superscript"/>
        </w:rPr>
        <w:t>2</w:t>
      </w:r>
      <w:r w:rsidRPr="00656F2B">
        <w:rPr>
          <w:snapToGrid w:val="0"/>
        </w:rPr>
        <w:t xml:space="preserve"> </w:t>
      </w:r>
      <w:r w:rsidRPr="00656F2B">
        <w:rPr>
          <w:i/>
          <w:iCs/>
          <w:snapToGrid w:val="0"/>
        </w:rPr>
        <w:t xml:space="preserve">Note: </w:t>
      </w:r>
      <w:r w:rsidRPr="00656F2B">
        <w:rPr>
          <w:snapToGrid w:val="0"/>
        </w:rPr>
        <w:t>‘VR Prior’ denotes whether participants had used VR before this study. ‘Living’ denotes whether participants live in a mostly urban or mostly rural environment.</w:t>
      </w:r>
    </w:p>
    <w:p w:rsidR="00B71854" w:rsidRPr="00B71854" w:rsidRDefault="00B71854" w:rsidP="00B71854">
      <w:pPr>
        <w:pStyle w:val="MDPI31text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11"/>
        <w:gridCol w:w="7133"/>
      </w:tblGrid>
      <w:tr w:rsidR="00D44B4C" w:rsidRPr="0011756A" w:rsidTr="007678EA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44B4C" w:rsidRPr="0011756A" w:rsidRDefault="004164F1" w:rsidP="0011756A">
            <w:pPr>
              <w:pStyle w:val="MDPI71References"/>
              <w:numPr>
                <w:ilvl w:val="0"/>
                <w:numId w:val="0"/>
              </w:numPr>
              <w:adjustRightInd w:val="0"/>
              <w:snapToGrid w:val="0"/>
              <w:ind w:left="-85"/>
              <w:rPr>
                <w:rFonts w:eastAsia="宋体"/>
                <w:bCs/>
              </w:rPr>
            </w:pPr>
            <w:r w:rsidRPr="0011756A">
              <w:rPr>
                <w:rFonts w:eastAsia="宋体"/>
                <w:bCs/>
                <w:noProof/>
                <w:lang w:eastAsia="zh-CN" w:bidi="ar-SA"/>
              </w:rPr>
              <w:drawing>
                <wp:inline distT="0" distB="0" distL="0" distR="0">
                  <wp:extent cx="1003300" cy="361950"/>
                  <wp:effectExtent l="0" t="0" r="0" b="0"/>
                  <wp:docPr id="3" name="Εικόνα 3" descr="copyRig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opyRig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9" w:type="dxa"/>
            <w:shd w:val="clear" w:color="auto" w:fill="auto"/>
            <w:vAlign w:val="center"/>
          </w:tcPr>
          <w:p w:rsidR="00D44B4C" w:rsidRPr="0011756A" w:rsidRDefault="007A6EAC" w:rsidP="0011756A">
            <w:pPr>
              <w:pStyle w:val="MDPI71References"/>
              <w:numPr>
                <w:ilvl w:val="0"/>
                <w:numId w:val="0"/>
              </w:numPr>
              <w:adjustRightInd w:val="0"/>
              <w:snapToGrid w:val="0"/>
              <w:ind w:left="-85"/>
              <w:rPr>
                <w:rFonts w:eastAsia="宋体"/>
                <w:bCs/>
              </w:rPr>
            </w:pPr>
            <w:r w:rsidRPr="0011756A">
              <w:rPr>
                <w:rFonts w:eastAsia="宋体"/>
                <w:bCs/>
              </w:rPr>
              <w:t>© 20</w:t>
            </w:r>
            <w:r w:rsidR="00322187" w:rsidRPr="0011756A">
              <w:rPr>
                <w:rFonts w:eastAsia="宋体"/>
                <w:bCs/>
              </w:rPr>
              <w:t>20</w:t>
            </w:r>
            <w:r w:rsidR="00D44B4C" w:rsidRPr="0011756A">
              <w:rPr>
                <w:rFonts w:eastAsia="宋体"/>
                <w:bCs/>
              </w:rPr>
              <w:t xml:space="preserve"> by the authors. Submitted for possible open access publication under the terms and conditions of the Creative Commons Attribution (CC BY) license (http://creativecommons.org/licenses/by/4.0/).</w:t>
            </w:r>
          </w:p>
        </w:tc>
      </w:tr>
    </w:tbl>
    <w:p w:rsidR="00934DC6" w:rsidRPr="0011756A" w:rsidRDefault="00934DC6" w:rsidP="0011756A">
      <w:pPr>
        <w:pStyle w:val="MDPI71References"/>
        <w:numPr>
          <w:ilvl w:val="0"/>
          <w:numId w:val="0"/>
        </w:numPr>
        <w:adjustRightInd w:val="0"/>
        <w:snapToGrid w:val="0"/>
        <w:spacing w:after="240"/>
        <w:rPr>
          <w:rFonts w:eastAsia="宋体"/>
          <w:sz w:val="20"/>
        </w:rPr>
      </w:pPr>
    </w:p>
    <w:sectPr w:rsidR="00934DC6" w:rsidRPr="0011756A" w:rsidSect="001175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ED2" w:rsidRDefault="00916ED2">
      <w:pPr>
        <w:spacing w:line="240" w:lineRule="auto"/>
      </w:pPr>
      <w:r>
        <w:separator/>
      </w:r>
    </w:p>
  </w:endnote>
  <w:endnote w:type="continuationSeparator" w:id="0">
    <w:p w:rsidR="00916ED2" w:rsidRDefault="00916E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E9E" w:rsidRDefault="00B43E9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960" w:rsidRPr="00D11BD5" w:rsidRDefault="00D04960" w:rsidP="00C45336">
    <w:pPr>
      <w:pStyle w:val="Footer"/>
      <w:spacing w:line="240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960" w:rsidRPr="00372FCD" w:rsidRDefault="00D04960" w:rsidP="00322187">
    <w:pPr>
      <w:tabs>
        <w:tab w:val="right" w:pos="8844"/>
      </w:tabs>
      <w:adjustRightInd w:val="0"/>
      <w:snapToGrid w:val="0"/>
      <w:spacing w:before="120" w:line="240" w:lineRule="auto"/>
      <w:rPr>
        <w:rFonts w:ascii="Palatino Linotype" w:hAnsi="Palatino Linotype"/>
        <w:sz w:val="16"/>
        <w:szCs w:val="16"/>
        <w:lang w:val="fr-CH"/>
      </w:rPr>
    </w:pP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ED2" w:rsidRDefault="00916ED2">
      <w:pPr>
        <w:spacing w:line="240" w:lineRule="auto"/>
      </w:pPr>
      <w:r>
        <w:separator/>
      </w:r>
    </w:p>
  </w:footnote>
  <w:footnote w:type="continuationSeparator" w:id="0">
    <w:p w:rsidR="00916ED2" w:rsidRDefault="00916ED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960" w:rsidRDefault="00D04960" w:rsidP="00C45336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960" w:rsidRPr="00A1508C" w:rsidRDefault="00D04960" w:rsidP="00322187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Multimodal Technol. Interact. </w:t>
    </w:r>
    <w:r w:rsidRPr="00D44B4C">
      <w:rPr>
        <w:rFonts w:ascii="Palatino Linotype" w:hAnsi="Palatino Linotype"/>
        <w:b/>
        <w:sz w:val="16"/>
      </w:rPr>
      <w:t>20</w:t>
    </w:r>
    <w:r>
      <w:rPr>
        <w:rFonts w:ascii="Palatino Linotype" w:hAnsi="Palatino Linotype"/>
        <w:b/>
        <w:sz w:val="16"/>
      </w:rPr>
      <w:t>20</w:t>
    </w:r>
    <w:r w:rsidRPr="00D44B4C"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4</w:t>
    </w:r>
    <w:r>
      <w:rPr>
        <w:rFonts w:ascii="Palatino Linotype" w:hAnsi="Palatino Linotype"/>
        <w:sz w:val="16"/>
      </w:rPr>
      <w:t>, x FOR PEER REVIEW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>
      <w:rPr>
        <w:rFonts w:ascii="Palatino Linotype" w:hAnsi="Palatino Linotype"/>
        <w:sz w:val="16"/>
      </w:rPr>
      <w:fldChar w:fldCharType="separate"/>
    </w:r>
    <w:r w:rsidR="00B71854">
      <w:rPr>
        <w:rFonts w:ascii="Palatino Linotype" w:hAnsi="Palatino Linotype"/>
        <w:noProof/>
        <w:sz w:val="16"/>
      </w:rPr>
      <w:t>2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 \* MERGEFORMAT </w:instrText>
    </w:r>
    <w:r>
      <w:rPr>
        <w:rFonts w:ascii="Palatino Linotype" w:hAnsi="Palatino Linotype"/>
        <w:sz w:val="16"/>
      </w:rPr>
      <w:fldChar w:fldCharType="separate"/>
    </w:r>
    <w:r w:rsidR="00B71854">
      <w:rPr>
        <w:rFonts w:ascii="Palatino Linotype" w:hAnsi="Palatino Linotype"/>
        <w:noProof/>
        <w:sz w:val="16"/>
      </w:rPr>
      <w:t>2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960" w:rsidRPr="00473A85" w:rsidRDefault="00D04960" w:rsidP="00C45336">
    <w:pPr>
      <w:pStyle w:val="MDPIheaderjournallogo"/>
      <w:rPr>
        <w:i w:val="0"/>
        <w:sz w:val="20"/>
      </w:rPr>
    </w:pPr>
    <w:r w:rsidRPr="00087204"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4960" w:rsidRDefault="00D04960" w:rsidP="00C45336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934DC6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>
                                <wp:extent cx="539750" cy="355600"/>
                                <wp:effectExtent l="0" t="0" r="0" b="0"/>
                                <wp:docPr id="4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750" cy="355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:rsidR="00D04960" w:rsidRDefault="00D04960" w:rsidP="00C45336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934DC6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>
                          <wp:extent cx="539750" cy="355600"/>
                          <wp:effectExtent l="0" t="0" r="0" b="0"/>
                          <wp:docPr id="4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39750" cy="355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eastAsia="zh-CN"/>
      </w:rPr>
      <w:drawing>
        <wp:inline distT="0" distB="0" distL="0" distR="0">
          <wp:extent cx="1612900" cy="431800"/>
          <wp:effectExtent l="0" t="0" r="0" b="0"/>
          <wp:docPr id="5" name="Picture 5" descr="C:\Users\home\Desktop\logos\mti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ome\Desktop\logos\mti-logo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290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E76137"/>
    <w:multiLevelType w:val="hybridMultilevel"/>
    <w:tmpl w:val="84228940"/>
    <w:lvl w:ilvl="0" w:tplc="ED627C78">
      <w:start w:val="1"/>
      <w:numFmt w:val="decimal"/>
      <w:lvlText w:val="(%1)"/>
      <w:lvlJc w:val="left"/>
      <w:pPr>
        <w:ind w:left="1145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865" w:hanging="360"/>
      </w:pPr>
    </w:lvl>
    <w:lvl w:ilvl="2" w:tplc="0408001B" w:tentative="1">
      <w:start w:val="1"/>
      <w:numFmt w:val="lowerRoman"/>
      <w:lvlText w:val="%3."/>
      <w:lvlJc w:val="right"/>
      <w:pPr>
        <w:ind w:left="2585" w:hanging="180"/>
      </w:pPr>
    </w:lvl>
    <w:lvl w:ilvl="3" w:tplc="0408000F" w:tentative="1">
      <w:start w:val="1"/>
      <w:numFmt w:val="decimal"/>
      <w:lvlText w:val="%4."/>
      <w:lvlJc w:val="left"/>
      <w:pPr>
        <w:ind w:left="3305" w:hanging="360"/>
      </w:pPr>
    </w:lvl>
    <w:lvl w:ilvl="4" w:tplc="04080019" w:tentative="1">
      <w:start w:val="1"/>
      <w:numFmt w:val="lowerLetter"/>
      <w:lvlText w:val="%5."/>
      <w:lvlJc w:val="left"/>
      <w:pPr>
        <w:ind w:left="4025" w:hanging="360"/>
      </w:pPr>
    </w:lvl>
    <w:lvl w:ilvl="5" w:tplc="0408001B" w:tentative="1">
      <w:start w:val="1"/>
      <w:numFmt w:val="lowerRoman"/>
      <w:lvlText w:val="%6."/>
      <w:lvlJc w:val="right"/>
      <w:pPr>
        <w:ind w:left="4745" w:hanging="180"/>
      </w:pPr>
    </w:lvl>
    <w:lvl w:ilvl="6" w:tplc="0408000F" w:tentative="1">
      <w:start w:val="1"/>
      <w:numFmt w:val="decimal"/>
      <w:lvlText w:val="%7."/>
      <w:lvlJc w:val="left"/>
      <w:pPr>
        <w:ind w:left="5465" w:hanging="360"/>
      </w:pPr>
    </w:lvl>
    <w:lvl w:ilvl="7" w:tplc="04080019" w:tentative="1">
      <w:start w:val="1"/>
      <w:numFmt w:val="lowerLetter"/>
      <w:lvlText w:val="%8."/>
      <w:lvlJc w:val="left"/>
      <w:pPr>
        <w:ind w:left="6185" w:hanging="360"/>
      </w:pPr>
    </w:lvl>
    <w:lvl w:ilvl="8" w:tplc="0408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7660336"/>
    <w:multiLevelType w:val="hybridMultilevel"/>
    <w:tmpl w:val="EA402BE8"/>
    <w:lvl w:ilvl="0" w:tplc="D1FC46B0">
      <w:start w:val="1"/>
      <w:numFmt w:val="bullet"/>
      <w:pStyle w:val="bulletlis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4C4C03"/>
    <w:multiLevelType w:val="hybridMultilevel"/>
    <w:tmpl w:val="F3A0E67A"/>
    <w:lvl w:ilvl="0" w:tplc="8D7AF6DC">
      <w:start w:val="3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BF71FE"/>
    <w:multiLevelType w:val="hybridMultilevel"/>
    <w:tmpl w:val="B6AA49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D32DA8"/>
    <w:multiLevelType w:val="singleLevel"/>
    <w:tmpl w:val="166470C2"/>
    <w:lvl w:ilvl="0">
      <w:start w:val="1"/>
      <w:numFmt w:val="upperRoman"/>
      <w:pStyle w:val="tablehead"/>
      <w:lvlText w:val="TABLE %1. 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</w:num>
  <w:num w:numId="7">
    <w:abstractNumId w:val="2"/>
  </w:num>
  <w:num w:numId="8">
    <w:abstractNumId w:val="2"/>
  </w:num>
  <w:num w:numId="9">
    <w:abstractNumId w:val="4"/>
  </w:num>
  <w:num w:numId="10">
    <w:abstractNumId w:val="7"/>
  </w:num>
  <w:num w:numId="11">
    <w:abstractNumId w:val="6"/>
  </w:num>
  <w:num w:numId="12">
    <w:abstractNumId w:val="0"/>
  </w:num>
  <w:num w:numId="13">
    <w:abstractNumId w:val="5"/>
  </w:num>
  <w:num w:numId="14">
    <w:abstractNumId w:val="2"/>
  </w:num>
  <w:num w:numId="15">
    <w:abstractNumId w:val="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proofState w:spelling="clean" w:grammar="clean"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8CD"/>
    <w:rsid w:val="0000476F"/>
    <w:rsid w:val="00007BC5"/>
    <w:rsid w:val="000124E9"/>
    <w:rsid w:val="00017B2B"/>
    <w:rsid w:val="00022096"/>
    <w:rsid w:val="000228B2"/>
    <w:rsid w:val="00026161"/>
    <w:rsid w:val="000315DD"/>
    <w:rsid w:val="00034740"/>
    <w:rsid w:val="0004160F"/>
    <w:rsid w:val="0004222F"/>
    <w:rsid w:val="0004587F"/>
    <w:rsid w:val="00071C49"/>
    <w:rsid w:val="00083B3E"/>
    <w:rsid w:val="00087B6F"/>
    <w:rsid w:val="000A4888"/>
    <w:rsid w:val="000A4E82"/>
    <w:rsid w:val="000A71AD"/>
    <w:rsid w:val="000B1B93"/>
    <w:rsid w:val="000C746C"/>
    <w:rsid w:val="000D6B35"/>
    <w:rsid w:val="000D6C22"/>
    <w:rsid w:val="000E7834"/>
    <w:rsid w:val="000F5CAB"/>
    <w:rsid w:val="00101A62"/>
    <w:rsid w:val="001031E2"/>
    <w:rsid w:val="00106830"/>
    <w:rsid w:val="0011756A"/>
    <w:rsid w:val="00137454"/>
    <w:rsid w:val="00137AB1"/>
    <w:rsid w:val="001476DC"/>
    <w:rsid w:val="00171B7A"/>
    <w:rsid w:val="00172B02"/>
    <w:rsid w:val="00175294"/>
    <w:rsid w:val="00177304"/>
    <w:rsid w:val="00185CD1"/>
    <w:rsid w:val="00192925"/>
    <w:rsid w:val="001A1BB2"/>
    <w:rsid w:val="001A37B1"/>
    <w:rsid w:val="001C011F"/>
    <w:rsid w:val="001C5011"/>
    <w:rsid w:val="001C5024"/>
    <w:rsid w:val="001C6411"/>
    <w:rsid w:val="001D47D0"/>
    <w:rsid w:val="001E01C1"/>
    <w:rsid w:val="001E2AEB"/>
    <w:rsid w:val="001F3355"/>
    <w:rsid w:val="001F5DA9"/>
    <w:rsid w:val="0023153D"/>
    <w:rsid w:val="00231559"/>
    <w:rsid w:val="002319F5"/>
    <w:rsid w:val="00234826"/>
    <w:rsid w:val="002425CF"/>
    <w:rsid w:val="00245CFC"/>
    <w:rsid w:val="00255BF5"/>
    <w:rsid w:val="00257A0F"/>
    <w:rsid w:val="002635CE"/>
    <w:rsid w:val="002669F9"/>
    <w:rsid w:val="00277629"/>
    <w:rsid w:val="00285FE2"/>
    <w:rsid w:val="002A487C"/>
    <w:rsid w:val="002B4B2F"/>
    <w:rsid w:val="002B72EF"/>
    <w:rsid w:val="002B7F87"/>
    <w:rsid w:val="002C7DA0"/>
    <w:rsid w:val="002D48F9"/>
    <w:rsid w:val="002D573F"/>
    <w:rsid w:val="002E0BE9"/>
    <w:rsid w:val="003152BC"/>
    <w:rsid w:val="00322187"/>
    <w:rsid w:val="00326141"/>
    <w:rsid w:val="00331915"/>
    <w:rsid w:val="0035190A"/>
    <w:rsid w:val="00356698"/>
    <w:rsid w:val="0036693C"/>
    <w:rsid w:val="00372A99"/>
    <w:rsid w:val="00374EB6"/>
    <w:rsid w:val="00394227"/>
    <w:rsid w:val="003A04CE"/>
    <w:rsid w:val="003A087F"/>
    <w:rsid w:val="003B72B0"/>
    <w:rsid w:val="003C3F81"/>
    <w:rsid w:val="003D3E59"/>
    <w:rsid w:val="003D6F65"/>
    <w:rsid w:val="003F0D42"/>
    <w:rsid w:val="003F6F1D"/>
    <w:rsid w:val="00401D30"/>
    <w:rsid w:val="00402D57"/>
    <w:rsid w:val="0040401E"/>
    <w:rsid w:val="004164F1"/>
    <w:rsid w:val="00417DEB"/>
    <w:rsid w:val="0043105F"/>
    <w:rsid w:val="004332D2"/>
    <w:rsid w:val="00444617"/>
    <w:rsid w:val="00444A9F"/>
    <w:rsid w:val="00454EE5"/>
    <w:rsid w:val="004620D5"/>
    <w:rsid w:val="00467B46"/>
    <w:rsid w:val="00480EAB"/>
    <w:rsid w:val="00487462"/>
    <w:rsid w:val="00490738"/>
    <w:rsid w:val="004920F6"/>
    <w:rsid w:val="0049359E"/>
    <w:rsid w:val="004A2C23"/>
    <w:rsid w:val="004A32CD"/>
    <w:rsid w:val="004F2908"/>
    <w:rsid w:val="004F52B9"/>
    <w:rsid w:val="00501EDC"/>
    <w:rsid w:val="005056FC"/>
    <w:rsid w:val="00505FFB"/>
    <w:rsid w:val="005075B1"/>
    <w:rsid w:val="0051702C"/>
    <w:rsid w:val="00520709"/>
    <w:rsid w:val="0052137B"/>
    <w:rsid w:val="005278D6"/>
    <w:rsid w:val="00540252"/>
    <w:rsid w:val="00541924"/>
    <w:rsid w:val="005524B7"/>
    <w:rsid w:val="00555EA4"/>
    <w:rsid w:val="005571CA"/>
    <w:rsid w:val="00557B86"/>
    <w:rsid w:val="00560EE9"/>
    <w:rsid w:val="00572A3E"/>
    <w:rsid w:val="00572BAD"/>
    <w:rsid w:val="00577C80"/>
    <w:rsid w:val="00583233"/>
    <w:rsid w:val="00585910"/>
    <w:rsid w:val="00591AAD"/>
    <w:rsid w:val="00592FC5"/>
    <w:rsid w:val="005B2FB3"/>
    <w:rsid w:val="005B70E4"/>
    <w:rsid w:val="005C0F5A"/>
    <w:rsid w:val="005C15D9"/>
    <w:rsid w:val="005C4035"/>
    <w:rsid w:val="005E3562"/>
    <w:rsid w:val="005E49F5"/>
    <w:rsid w:val="005F1481"/>
    <w:rsid w:val="005F5ACF"/>
    <w:rsid w:val="005F75C6"/>
    <w:rsid w:val="006019B7"/>
    <w:rsid w:val="00604307"/>
    <w:rsid w:val="00617508"/>
    <w:rsid w:val="006179F2"/>
    <w:rsid w:val="00627EA7"/>
    <w:rsid w:val="006331A3"/>
    <w:rsid w:val="00635B5D"/>
    <w:rsid w:val="00636864"/>
    <w:rsid w:val="006503A5"/>
    <w:rsid w:val="006768A6"/>
    <w:rsid w:val="00691C04"/>
    <w:rsid w:val="00692393"/>
    <w:rsid w:val="006B3932"/>
    <w:rsid w:val="006C23FE"/>
    <w:rsid w:val="006D11BC"/>
    <w:rsid w:val="00703D1C"/>
    <w:rsid w:val="00703E4E"/>
    <w:rsid w:val="00715EC4"/>
    <w:rsid w:val="00716709"/>
    <w:rsid w:val="00742994"/>
    <w:rsid w:val="00752676"/>
    <w:rsid w:val="00752BBC"/>
    <w:rsid w:val="00764122"/>
    <w:rsid w:val="007678EA"/>
    <w:rsid w:val="007703A2"/>
    <w:rsid w:val="00775E5E"/>
    <w:rsid w:val="00776B7A"/>
    <w:rsid w:val="007802A1"/>
    <w:rsid w:val="007955C1"/>
    <w:rsid w:val="007A6EAC"/>
    <w:rsid w:val="007B46B7"/>
    <w:rsid w:val="007B4F7D"/>
    <w:rsid w:val="007B717A"/>
    <w:rsid w:val="007C608B"/>
    <w:rsid w:val="007D0D54"/>
    <w:rsid w:val="007E108D"/>
    <w:rsid w:val="007F4B67"/>
    <w:rsid w:val="008011B2"/>
    <w:rsid w:val="00805AD6"/>
    <w:rsid w:val="00810543"/>
    <w:rsid w:val="008229C4"/>
    <w:rsid w:val="00824E3A"/>
    <w:rsid w:val="0083206C"/>
    <w:rsid w:val="00834207"/>
    <w:rsid w:val="008362DB"/>
    <w:rsid w:val="00836EF4"/>
    <w:rsid w:val="00857288"/>
    <w:rsid w:val="0086099F"/>
    <w:rsid w:val="00863C44"/>
    <w:rsid w:val="00884E0C"/>
    <w:rsid w:val="00893DBE"/>
    <w:rsid w:val="0089676C"/>
    <w:rsid w:val="008A1678"/>
    <w:rsid w:val="008A33E8"/>
    <w:rsid w:val="008A5427"/>
    <w:rsid w:val="008B2B6B"/>
    <w:rsid w:val="008B7D93"/>
    <w:rsid w:val="008C02AD"/>
    <w:rsid w:val="008D0731"/>
    <w:rsid w:val="008D6D26"/>
    <w:rsid w:val="008E5B27"/>
    <w:rsid w:val="008F7360"/>
    <w:rsid w:val="008F7A3E"/>
    <w:rsid w:val="009070CA"/>
    <w:rsid w:val="0091058B"/>
    <w:rsid w:val="0091211F"/>
    <w:rsid w:val="00916ED2"/>
    <w:rsid w:val="009200C4"/>
    <w:rsid w:val="009310FF"/>
    <w:rsid w:val="00934DC6"/>
    <w:rsid w:val="00937C9B"/>
    <w:rsid w:val="009456A0"/>
    <w:rsid w:val="00967E5A"/>
    <w:rsid w:val="0097058B"/>
    <w:rsid w:val="00972FE7"/>
    <w:rsid w:val="009857C5"/>
    <w:rsid w:val="009916AF"/>
    <w:rsid w:val="009948CD"/>
    <w:rsid w:val="009A2668"/>
    <w:rsid w:val="009A4597"/>
    <w:rsid w:val="009A59E7"/>
    <w:rsid w:val="009B3430"/>
    <w:rsid w:val="009B63C2"/>
    <w:rsid w:val="009B6811"/>
    <w:rsid w:val="009B7366"/>
    <w:rsid w:val="009C095D"/>
    <w:rsid w:val="009C5142"/>
    <w:rsid w:val="009D3021"/>
    <w:rsid w:val="009D4EFA"/>
    <w:rsid w:val="009D6DE4"/>
    <w:rsid w:val="009D72BA"/>
    <w:rsid w:val="009E10EA"/>
    <w:rsid w:val="009E11CB"/>
    <w:rsid w:val="009F0EFC"/>
    <w:rsid w:val="009F41E5"/>
    <w:rsid w:val="009F70E6"/>
    <w:rsid w:val="00A04002"/>
    <w:rsid w:val="00A11503"/>
    <w:rsid w:val="00A117C5"/>
    <w:rsid w:val="00A3479F"/>
    <w:rsid w:val="00A35463"/>
    <w:rsid w:val="00A47E82"/>
    <w:rsid w:val="00A6231A"/>
    <w:rsid w:val="00A65A39"/>
    <w:rsid w:val="00A77A96"/>
    <w:rsid w:val="00A80A63"/>
    <w:rsid w:val="00A832BC"/>
    <w:rsid w:val="00A90DCF"/>
    <w:rsid w:val="00AA0F26"/>
    <w:rsid w:val="00AB2C63"/>
    <w:rsid w:val="00AB430A"/>
    <w:rsid w:val="00AD3FCA"/>
    <w:rsid w:val="00B02857"/>
    <w:rsid w:val="00B13586"/>
    <w:rsid w:val="00B260CF"/>
    <w:rsid w:val="00B41837"/>
    <w:rsid w:val="00B43E9E"/>
    <w:rsid w:val="00B468D8"/>
    <w:rsid w:val="00B50996"/>
    <w:rsid w:val="00B5786B"/>
    <w:rsid w:val="00B6106D"/>
    <w:rsid w:val="00B614B3"/>
    <w:rsid w:val="00B7068D"/>
    <w:rsid w:val="00B71854"/>
    <w:rsid w:val="00B85E68"/>
    <w:rsid w:val="00BA4849"/>
    <w:rsid w:val="00BB5428"/>
    <w:rsid w:val="00BC47DF"/>
    <w:rsid w:val="00BD0B36"/>
    <w:rsid w:val="00BD4C10"/>
    <w:rsid w:val="00BE065E"/>
    <w:rsid w:val="00BE616A"/>
    <w:rsid w:val="00BF05A3"/>
    <w:rsid w:val="00BF4AD6"/>
    <w:rsid w:val="00C04A05"/>
    <w:rsid w:val="00C068B4"/>
    <w:rsid w:val="00C11EEA"/>
    <w:rsid w:val="00C2357B"/>
    <w:rsid w:val="00C36DDD"/>
    <w:rsid w:val="00C45336"/>
    <w:rsid w:val="00C70F7C"/>
    <w:rsid w:val="00C807A8"/>
    <w:rsid w:val="00C80CF6"/>
    <w:rsid w:val="00C8454C"/>
    <w:rsid w:val="00C8729A"/>
    <w:rsid w:val="00C970B9"/>
    <w:rsid w:val="00CB70A4"/>
    <w:rsid w:val="00CB7E35"/>
    <w:rsid w:val="00CC482C"/>
    <w:rsid w:val="00CC76FE"/>
    <w:rsid w:val="00CD2739"/>
    <w:rsid w:val="00CD74B0"/>
    <w:rsid w:val="00D02F4F"/>
    <w:rsid w:val="00D04960"/>
    <w:rsid w:val="00D077BB"/>
    <w:rsid w:val="00D22A12"/>
    <w:rsid w:val="00D44174"/>
    <w:rsid w:val="00D44B4C"/>
    <w:rsid w:val="00D44E5C"/>
    <w:rsid w:val="00D52A05"/>
    <w:rsid w:val="00D54D83"/>
    <w:rsid w:val="00D9001F"/>
    <w:rsid w:val="00D9483B"/>
    <w:rsid w:val="00D95A50"/>
    <w:rsid w:val="00DA426C"/>
    <w:rsid w:val="00DB014D"/>
    <w:rsid w:val="00DB3DF9"/>
    <w:rsid w:val="00DC52BC"/>
    <w:rsid w:val="00DD03D6"/>
    <w:rsid w:val="00DD79ED"/>
    <w:rsid w:val="00DE06A5"/>
    <w:rsid w:val="00E03547"/>
    <w:rsid w:val="00E15EAE"/>
    <w:rsid w:val="00E22986"/>
    <w:rsid w:val="00E23813"/>
    <w:rsid w:val="00E32CF6"/>
    <w:rsid w:val="00E450D8"/>
    <w:rsid w:val="00E47139"/>
    <w:rsid w:val="00E51EC7"/>
    <w:rsid w:val="00E573EC"/>
    <w:rsid w:val="00E63C22"/>
    <w:rsid w:val="00E669E9"/>
    <w:rsid w:val="00E67A13"/>
    <w:rsid w:val="00E938AA"/>
    <w:rsid w:val="00E94646"/>
    <w:rsid w:val="00EA4899"/>
    <w:rsid w:val="00EA77C4"/>
    <w:rsid w:val="00ED3D88"/>
    <w:rsid w:val="00EE0AB8"/>
    <w:rsid w:val="00EF79A3"/>
    <w:rsid w:val="00F0094D"/>
    <w:rsid w:val="00F36918"/>
    <w:rsid w:val="00F477B3"/>
    <w:rsid w:val="00F71F0D"/>
    <w:rsid w:val="00F728EC"/>
    <w:rsid w:val="00F8110C"/>
    <w:rsid w:val="00F957AD"/>
    <w:rsid w:val="00FA2DC3"/>
    <w:rsid w:val="00FB6BB9"/>
    <w:rsid w:val="00FC6E41"/>
    <w:rsid w:val="00FC7F51"/>
    <w:rsid w:val="00FD1A8C"/>
    <w:rsid w:val="00FE1A8D"/>
    <w:rsid w:val="00FE7F77"/>
    <w:rsid w:val="00FF51DB"/>
    <w:rsid w:val="00FF7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E47795E-0D15-424F-A9F5-DD34C0498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DC6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MDPI12title"/>
    <w:qFormat/>
    <w:rsid w:val="0011756A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val="en-US" w:eastAsia="de-DE" w:bidi="en-US"/>
    </w:rPr>
  </w:style>
  <w:style w:type="paragraph" w:customStyle="1" w:styleId="MDPI12title">
    <w:name w:val="MDPI_1.2_title"/>
    <w:next w:val="MDPI13authornames"/>
    <w:qFormat/>
    <w:rsid w:val="0011756A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next w:val="MDPI14history"/>
    <w:qFormat/>
    <w:rsid w:val="0011756A"/>
    <w:pPr>
      <w:adjustRightInd w:val="0"/>
      <w:snapToGrid w:val="0"/>
      <w:spacing w:after="120" w:line="260" w:lineRule="atLeast"/>
    </w:pPr>
    <w:rPr>
      <w:rFonts w:ascii="Palatino Linotype" w:eastAsia="Times New Roman" w:hAnsi="Palatino Linotype"/>
      <w:b/>
      <w:color w:val="000000"/>
      <w:szCs w:val="22"/>
      <w:lang w:val="en-US" w:eastAsia="de-DE" w:bidi="en-US"/>
    </w:rPr>
  </w:style>
  <w:style w:type="paragraph" w:customStyle="1" w:styleId="MDPI14history">
    <w:name w:val="MDPI_1.4_history"/>
    <w:basedOn w:val="MDPI62Acknowledgments"/>
    <w:next w:val="Normal"/>
    <w:qFormat/>
    <w:rsid w:val="0011756A"/>
    <w:pPr>
      <w:ind w:left="113"/>
      <w:jc w:val="left"/>
    </w:pPr>
    <w:rPr>
      <w:snapToGrid/>
    </w:rPr>
  </w:style>
  <w:style w:type="paragraph" w:customStyle="1" w:styleId="MDPI16affiliation">
    <w:name w:val="MDPI_1.6_affiliation"/>
    <w:qFormat/>
    <w:rsid w:val="0011756A"/>
    <w:pPr>
      <w:adjustRightInd w:val="0"/>
      <w:snapToGrid w:val="0"/>
      <w:spacing w:line="260" w:lineRule="atLeast"/>
      <w:ind w:left="311" w:hanging="198"/>
    </w:pPr>
    <w:rPr>
      <w:rFonts w:ascii="Palatino Linotype" w:eastAsia="Times New Roman" w:hAnsi="Palatino Linotype"/>
      <w:color w:val="000000"/>
      <w:sz w:val="18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11756A"/>
    <w:pPr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/>
      <w:color w:val="000000"/>
      <w:szCs w:val="22"/>
      <w:lang w:val="en-US" w:eastAsia="de-DE" w:bidi="en-US"/>
    </w:rPr>
  </w:style>
  <w:style w:type="paragraph" w:customStyle="1" w:styleId="MDPI18keywords">
    <w:name w:val="MDPI_1.8_keywords"/>
    <w:next w:val="Normal"/>
    <w:qFormat/>
    <w:rsid w:val="0011756A"/>
    <w:pPr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19line">
    <w:name w:val="MDPI_1.9_line"/>
    <w:qFormat/>
    <w:rsid w:val="0011756A"/>
    <w:pPr>
      <w:pBdr>
        <w:bottom w:val="single" w:sz="6" w:space="1" w:color="auto"/>
      </w:pBdr>
      <w:spacing w:line="260" w:lineRule="atLeast"/>
      <w:jc w:val="both"/>
    </w:pPr>
    <w:rPr>
      <w:rFonts w:ascii="Palatino Linotype" w:eastAsia="Times New Roman" w:hAnsi="Palatino Linotype" w:cstheme="minorBidi"/>
      <w:color w:val="000000"/>
      <w:szCs w:val="24"/>
      <w:lang w:val="en-US"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934DC6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934DC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934DC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934DC6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934D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934DC6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11756A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32textnoindent">
    <w:name w:val="MDPI_3.2_text_no_indent"/>
    <w:qFormat/>
    <w:rsid w:val="0011756A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3textspaceafter">
    <w:name w:val="MDPI_3.3_text_space_after"/>
    <w:qFormat/>
    <w:rsid w:val="0011756A"/>
    <w:pPr>
      <w:spacing w:after="240"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5textbeforelist">
    <w:name w:val="MDPI_3.5_text_before_list"/>
    <w:qFormat/>
    <w:rsid w:val="0011756A"/>
    <w:pPr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6textafterlist">
    <w:name w:val="MDPI_3.6_text_after_list"/>
    <w:qFormat/>
    <w:rsid w:val="0011756A"/>
    <w:pPr>
      <w:spacing w:before="120"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7itemize">
    <w:name w:val="MDPI_3.7_itemize"/>
    <w:qFormat/>
    <w:rsid w:val="0011756A"/>
    <w:pPr>
      <w:numPr>
        <w:numId w:val="14"/>
      </w:numPr>
      <w:spacing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8bullet">
    <w:name w:val="MDPI_3.8_bullet"/>
    <w:qFormat/>
    <w:rsid w:val="0011756A"/>
    <w:pPr>
      <w:numPr>
        <w:numId w:val="15"/>
      </w:num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9equation">
    <w:name w:val="MDPI_3.9_equation"/>
    <w:qFormat/>
    <w:rsid w:val="0011756A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aequationnumber">
    <w:name w:val="MDPI_3.a_equation_number"/>
    <w:qFormat/>
    <w:rsid w:val="0011756A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62Acknowledgments">
    <w:name w:val="MDPI_6.2_Acknowledgments"/>
    <w:qFormat/>
    <w:rsid w:val="0011756A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41tablecaption">
    <w:name w:val="MDPI_4.1_table_caption"/>
    <w:qFormat/>
    <w:rsid w:val="0011756A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theme="minorBidi"/>
      <w:color w:val="000000"/>
      <w:sz w:val="18"/>
      <w:szCs w:val="22"/>
      <w:lang w:val="en-US" w:eastAsia="de-DE" w:bidi="en-US"/>
    </w:rPr>
  </w:style>
  <w:style w:type="paragraph" w:customStyle="1" w:styleId="MDPI42tablebody">
    <w:name w:val="MDPI_4.2_table_body"/>
    <w:qFormat/>
    <w:rsid w:val="0000476F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43tablefooter">
    <w:name w:val="MDPI_4.3_table_footer"/>
    <w:next w:val="MDPI31text"/>
    <w:qFormat/>
    <w:rsid w:val="0011756A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theme="minorBidi"/>
      <w:color w:val="000000"/>
      <w:sz w:val="18"/>
      <w:szCs w:val="22"/>
      <w:lang w:val="en-US" w:eastAsia="de-DE" w:bidi="en-US"/>
    </w:rPr>
  </w:style>
  <w:style w:type="paragraph" w:customStyle="1" w:styleId="MDPI51figurecaption">
    <w:name w:val="MDPI_5.1_figure_caption"/>
    <w:qFormat/>
    <w:rsid w:val="0011756A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52figure">
    <w:name w:val="MDPI_5.2_figure"/>
    <w:qFormat/>
    <w:rsid w:val="0011756A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61Supplementary">
    <w:name w:val="MDPI_6.1_Supplementary"/>
    <w:qFormat/>
    <w:rsid w:val="0011756A"/>
    <w:pPr>
      <w:spacing w:before="240" w:line="26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en-US" w:bidi="en-US"/>
    </w:rPr>
  </w:style>
  <w:style w:type="paragraph" w:customStyle="1" w:styleId="MDPI63AuthorContributions">
    <w:name w:val="MDPI_6.3_AuthorContributions"/>
    <w:qFormat/>
    <w:rsid w:val="0011756A"/>
    <w:pPr>
      <w:spacing w:line="260" w:lineRule="atLeast"/>
      <w:jc w:val="both"/>
    </w:pPr>
    <w:rPr>
      <w:rFonts w:ascii="Palatino Linotype" w:hAnsi="Palatino Linotype"/>
      <w:snapToGrid w:val="0"/>
      <w:sz w:val="18"/>
      <w:lang w:val="en-US" w:eastAsia="en-US" w:bidi="en-US"/>
    </w:rPr>
  </w:style>
  <w:style w:type="paragraph" w:customStyle="1" w:styleId="MDPI64CoI">
    <w:name w:val="MDPI_6.4_CoI"/>
    <w:qFormat/>
    <w:rsid w:val="0011756A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31text">
    <w:name w:val="MDPI_3.1_text"/>
    <w:qFormat/>
    <w:rsid w:val="0011756A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3heading3">
    <w:name w:val="MDPI_2.3_heading3"/>
    <w:qFormat/>
    <w:rsid w:val="0011756A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1heading1">
    <w:name w:val="MDPI_2.1_heading1"/>
    <w:qFormat/>
    <w:rsid w:val="0011756A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val="en-US" w:eastAsia="de-DE" w:bidi="en-US"/>
    </w:rPr>
  </w:style>
  <w:style w:type="paragraph" w:customStyle="1" w:styleId="MDPI22heading2">
    <w:name w:val="MDPI_2.2_heading2"/>
    <w:qFormat/>
    <w:rsid w:val="0011756A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val="en-US" w:eastAsia="de-DE" w:bidi="en-US"/>
    </w:rPr>
  </w:style>
  <w:style w:type="paragraph" w:customStyle="1" w:styleId="MDPI71References">
    <w:name w:val="MDPI_7.1_References"/>
    <w:qFormat/>
    <w:rsid w:val="0011756A"/>
    <w:pPr>
      <w:numPr>
        <w:numId w:val="16"/>
      </w:numPr>
      <w:spacing w:line="26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4DC6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34DC6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934DC6"/>
  </w:style>
  <w:style w:type="table" w:customStyle="1" w:styleId="MDPI41threelinetable">
    <w:name w:val="MDPI_4.1_three_line_table"/>
    <w:basedOn w:val="TableNormal"/>
    <w:uiPriority w:val="99"/>
    <w:rsid w:val="0011756A"/>
    <w:pPr>
      <w:adjustRightInd w:val="0"/>
      <w:snapToGrid w:val="0"/>
      <w:jc w:val="center"/>
    </w:pPr>
    <w:rPr>
      <w:rFonts w:ascii="Palatino Linotype" w:eastAsiaTheme="minorEastAsia" w:hAnsi="Palatino Linotype"/>
      <w:color w:val="000000"/>
      <w:lang w:val="en-US" w:eastAsia="zh-CN"/>
    </w:r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1D47D0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6D11BC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D44B4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BodyText">
    <w:name w:val="Body Text"/>
    <w:basedOn w:val="Normal"/>
    <w:link w:val="BodyTextChar"/>
    <w:rsid w:val="004164F1"/>
    <w:pPr>
      <w:spacing w:after="120" w:line="228" w:lineRule="auto"/>
      <w:ind w:firstLine="288"/>
    </w:pPr>
    <w:rPr>
      <w:rFonts w:eastAsia="宋体"/>
      <w:color w:val="auto"/>
      <w:spacing w:val="-1"/>
      <w:sz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4164F1"/>
    <w:rPr>
      <w:rFonts w:ascii="Times New Roman" w:hAnsi="Times New Roman"/>
      <w:spacing w:val="-1"/>
      <w:lang w:val="en-US" w:eastAsia="en-US"/>
    </w:rPr>
  </w:style>
  <w:style w:type="paragraph" w:customStyle="1" w:styleId="tablecopy">
    <w:name w:val="table copy"/>
    <w:rsid w:val="00034740"/>
    <w:pPr>
      <w:jc w:val="both"/>
    </w:pPr>
    <w:rPr>
      <w:rFonts w:ascii="Times New Roman" w:hAnsi="Times New Roman"/>
      <w:noProof/>
      <w:sz w:val="16"/>
      <w:szCs w:val="16"/>
      <w:lang w:val="en-US" w:eastAsia="en-US"/>
    </w:rPr>
  </w:style>
  <w:style w:type="paragraph" w:customStyle="1" w:styleId="bulletlist">
    <w:name w:val="bullet list"/>
    <w:basedOn w:val="BodyText"/>
    <w:rsid w:val="009A4597"/>
    <w:pPr>
      <w:numPr>
        <w:numId w:val="9"/>
      </w:numPr>
    </w:pPr>
  </w:style>
  <w:style w:type="paragraph" w:customStyle="1" w:styleId="tablehead">
    <w:name w:val="table head"/>
    <w:rsid w:val="009A4597"/>
    <w:pPr>
      <w:numPr>
        <w:numId w:val="10"/>
      </w:numPr>
      <w:spacing w:before="240" w:after="120" w:line="216" w:lineRule="auto"/>
      <w:jc w:val="center"/>
    </w:pPr>
    <w:rPr>
      <w:rFonts w:ascii="Times New Roman" w:hAnsi="Times New Roman"/>
      <w:smallCaps/>
      <w:noProof/>
      <w:sz w:val="16"/>
      <w:szCs w:val="16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CC482C"/>
    <w:rPr>
      <w:color w:val="808080"/>
    </w:rPr>
  </w:style>
  <w:style w:type="paragraph" w:styleId="Bibliography">
    <w:name w:val="Bibliography"/>
    <w:basedOn w:val="Normal"/>
    <w:next w:val="Normal"/>
    <w:uiPriority w:val="37"/>
    <w:unhideWhenUsed/>
    <w:rsid w:val="00A117C5"/>
    <w:pPr>
      <w:tabs>
        <w:tab w:val="left" w:pos="384"/>
      </w:tabs>
      <w:spacing w:line="240" w:lineRule="atLeast"/>
      <w:ind w:left="384" w:hanging="384"/>
    </w:pPr>
  </w:style>
  <w:style w:type="character" w:styleId="CommentReference">
    <w:name w:val="annotation reference"/>
    <w:basedOn w:val="DefaultParagraphFont"/>
    <w:uiPriority w:val="99"/>
    <w:semiHidden/>
    <w:unhideWhenUsed/>
    <w:rsid w:val="001175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756A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756A"/>
    <w:rPr>
      <w:rFonts w:ascii="Times New Roman" w:eastAsia="Times New Roman" w:hAnsi="Times New Roman"/>
      <w:color w:val="000000"/>
      <w:lang w:val="en-US" w:eastAsia="de-DE"/>
    </w:rPr>
  </w:style>
  <w:style w:type="paragraph" w:customStyle="1" w:styleId="MDPI15academiceditor">
    <w:name w:val="MDPI_1.5_academic_editor"/>
    <w:qFormat/>
    <w:rsid w:val="0011756A"/>
    <w:pPr>
      <w:adjustRightInd w:val="0"/>
      <w:snapToGrid w:val="0"/>
      <w:spacing w:line="260" w:lineRule="atLeast"/>
      <w:ind w:left="113"/>
    </w:pPr>
    <w:rPr>
      <w:rFonts w:ascii="Palatino Linotype" w:eastAsia="Times New Roman" w:hAnsi="Palatino Linotype"/>
      <w:color w:val="000000"/>
      <w:sz w:val="18"/>
      <w:szCs w:val="22"/>
      <w:lang w:val="en-US" w:eastAsia="de-DE" w:bidi="en-US"/>
    </w:rPr>
  </w:style>
  <w:style w:type="paragraph" w:customStyle="1" w:styleId="MDPI19classification">
    <w:name w:val="MDPI_1.9_classification"/>
    <w:qFormat/>
    <w:rsid w:val="0011756A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val="en-US" w:eastAsia="de-DE" w:bidi="en-US"/>
    </w:rPr>
  </w:style>
  <w:style w:type="paragraph" w:customStyle="1" w:styleId="MDPI34textspacebefore">
    <w:name w:val="MDPI_3.4_text_space_before"/>
    <w:qFormat/>
    <w:rsid w:val="0011756A"/>
    <w:pPr>
      <w:spacing w:before="240"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411onetablecaption">
    <w:name w:val="MDPI_4.1.1_one_table_caption"/>
    <w:qFormat/>
    <w:rsid w:val="0011756A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theme="minorBidi"/>
      <w:noProof/>
      <w:color w:val="000000"/>
      <w:sz w:val="18"/>
      <w:szCs w:val="22"/>
      <w:lang w:val="en-US" w:eastAsia="zh-CN" w:bidi="en-US"/>
    </w:rPr>
  </w:style>
  <w:style w:type="paragraph" w:customStyle="1" w:styleId="MDPI511onefigurecaption">
    <w:name w:val="MDPI_5.1.1_one_figure_caption"/>
    <w:qFormat/>
    <w:rsid w:val="0011756A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lang w:val="en-US" w:eastAsia="zh-CN" w:bidi="en-US"/>
    </w:rPr>
  </w:style>
  <w:style w:type="paragraph" w:customStyle="1" w:styleId="MDPI72Copyright">
    <w:name w:val="MDPI_7.2_Copyright"/>
    <w:qFormat/>
    <w:rsid w:val="0011756A"/>
    <w:pPr>
      <w:adjustRightInd w:val="0"/>
      <w:snapToGrid w:val="0"/>
      <w:spacing w:before="400" w:line="260" w:lineRule="atLeast"/>
      <w:jc w:val="both"/>
    </w:pPr>
    <w:rPr>
      <w:rFonts w:ascii="Palatino Linotype" w:eastAsia="Times New Roman" w:hAnsi="Palatino Linotype"/>
      <w:noProof/>
      <w:snapToGrid w:val="0"/>
      <w:color w:val="00000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11756A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val="en-US" w:eastAsia="de-CH"/>
    </w:rPr>
  </w:style>
  <w:style w:type="paragraph" w:customStyle="1" w:styleId="MDPI81theorem">
    <w:name w:val="MDPI_8.1_theorem"/>
    <w:qFormat/>
    <w:rsid w:val="0011756A"/>
    <w:pPr>
      <w:spacing w:line="260" w:lineRule="atLeast"/>
      <w:jc w:val="both"/>
    </w:pPr>
    <w:rPr>
      <w:rFonts w:ascii="Palatino Linotype" w:eastAsia="Times New Roman" w:hAnsi="Palatino Linotype"/>
      <w:i/>
      <w:snapToGrid w:val="0"/>
      <w:color w:val="000000"/>
      <w:szCs w:val="22"/>
      <w:lang w:val="en-US" w:eastAsia="de-DE" w:bidi="en-US"/>
    </w:rPr>
  </w:style>
  <w:style w:type="paragraph" w:customStyle="1" w:styleId="MDPI82proof">
    <w:name w:val="MDPI_8.2_proof"/>
    <w:qFormat/>
    <w:rsid w:val="0011756A"/>
    <w:pPr>
      <w:spacing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equationFram">
    <w:name w:val="MDPI_equationFram"/>
    <w:qFormat/>
    <w:rsid w:val="0011756A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footer">
    <w:name w:val="MDPI_footer"/>
    <w:qFormat/>
    <w:rsid w:val="0011756A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val="en-US" w:eastAsia="de-DE"/>
    </w:rPr>
  </w:style>
  <w:style w:type="paragraph" w:customStyle="1" w:styleId="MDPIfooterfirstpage">
    <w:name w:val="MDPI_footer_firstpage"/>
    <w:qFormat/>
    <w:rsid w:val="0011756A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val="en-US" w:eastAsia="de-DE"/>
    </w:rPr>
  </w:style>
  <w:style w:type="paragraph" w:customStyle="1" w:styleId="MDPIheader">
    <w:name w:val="MDPI_header"/>
    <w:qFormat/>
    <w:rsid w:val="0011756A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val="en-US" w:eastAsia="de-DE"/>
    </w:rPr>
  </w:style>
  <w:style w:type="paragraph" w:customStyle="1" w:styleId="MDPIheadercitation">
    <w:name w:val="MDPI_header_citation"/>
    <w:rsid w:val="0011756A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headermdpilogo">
    <w:name w:val="MDPI_header_mdpi_logo"/>
    <w:qFormat/>
    <w:rsid w:val="0011756A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val="en-US" w:eastAsia="de-CH"/>
    </w:rPr>
  </w:style>
  <w:style w:type="paragraph" w:customStyle="1" w:styleId="MDPItext">
    <w:name w:val="MDPI_text"/>
    <w:qFormat/>
    <w:rsid w:val="0011756A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val="en-US" w:eastAsia="de-DE" w:bidi="en-US"/>
    </w:rPr>
  </w:style>
  <w:style w:type="paragraph" w:customStyle="1" w:styleId="MDPItitle">
    <w:name w:val="MDPI_title"/>
    <w:qFormat/>
    <w:rsid w:val="0011756A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ackup\Scientific\MyPapers\Journals\J03-&#924;&#932;&#921;\mti-template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2BC2E-3998-4663-A4B2-77EC443EA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mti-template.dot</Template>
  <TotalTime>9</TotalTime>
  <Pages>1</Pages>
  <Words>157</Words>
  <Characters>890</Characters>
  <Application>Microsoft Office Word</Application>
  <DocSecurity>0</DocSecurity>
  <Lines>57</Lines>
  <Paragraphs>48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  <vt:variant>
        <vt:lpstr>Επικεφαλίδες</vt:lpstr>
      </vt:variant>
      <vt:variant>
        <vt:i4>15</vt:i4>
      </vt:variant>
    </vt:vector>
  </HeadingPairs>
  <TitlesOfParts>
    <vt:vector size="17" baseType="lpstr">
      <vt:lpstr/>
      <vt:lpstr/>
      <vt:lpstr>1. Introduction</vt:lpstr>
      <vt:lpstr>2. Related Work</vt:lpstr>
      <vt:lpstr>3. Materials and Methods </vt:lpstr>
      <vt:lpstr>    3.1 Intelligent Interaction – A Definition</vt:lpstr>
      <vt:lpstr>    3.2 Educational Scenarios</vt:lpstr>
      <vt:lpstr>    3.2. Proposed Methodology</vt:lpstr>
      <vt:lpstr>        3.2.1. Multimodal Sensing</vt:lpstr>
      <vt:lpstr>        3.2.3. Feature Extraction</vt:lpstr>
      <vt:lpstr>        3.2.4. Machine Learning Models</vt:lpstr>
      <vt:lpstr>4. Experimental Study</vt:lpstr>
      <vt:lpstr>    4.1. Dataset Design </vt:lpstr>
      <vt:lpstr>    4.2. Settings of the Experiments</vt:lpstr>
      <vt:lpstr>    4.3. Results</vt:lpstr>
      <vt:lpstr>5. Discussion - Conclusion</vt:lpstr>
      <vt:lpstr>References</vt:lpstr>
    </vt:vector>
  </TitlesOfParts>
  <Company/>
  <LinksUpToDate>false</LinksUpToDate>
  <CharactersWithSpaces>1002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Article_x000d_Virtual Reality Nature Exposure and Test Anxiety _x000d_Alison O’Meara *</dc:title>
  <dc:subject/>
  <dc:creator>MDPI</dc:creator>
  <cp:keywords/>
  <dc:description/>
  <cp:lastModifiedBy>MDPI</cp:lastModifiedBy>
  <cp:revision>36</cp:revision>
  <cp:lastPrinted>2020-09-21T03:09:00Z</cp:lastPrinted>
  <dcterms:created xsi:type="dcterms:W3CDTF">2020-10-20T03:51:00Z</dcterms:created>
  <dcterms:modified xsi:type="dcterms:W3CDTF">2020-10-22T09:46:00Z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zotero-version="5.0.89"&gt;&lt;session id="QNpFPPoz"/&gt;&lt;style id="http://www.zotero.org/styles/multidisciplinary-digital-publishing-institute" hasBibliography="1" bibliographyStyleHasBeenSet="1"/&gt;&lt;prefs&gt;&lt;pref name="fieldType" value="Field"</vt:lpwstr>
  </property>
  <property fmtid="{D5CDD505-2E9C-101B-9397-08002B2CF9AE}" pid="3" name="ZOTERO_PREF_2">
    <vt:lpwstr>/&gt;&lt;/prefs&gt;&lt;/data&gt;</vt:lpwstr>
  </property>
</Properties>
</file>